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209650" w14:textId="4C958AE2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463722" w:rsidRPr="00463722">
        <w:rPr>
          <w:rFonts w:ascii="Corbel" w:hAnsi="Corbel"/>
          <w:bCs/>
          <w:i/>
        </w:rPr>
        <w:t xml:space="preserve"> </w:t>
      </w:r>
      <w:r w:rsidR="00463722" w:rsidRPr="00463722">
        <w:rPr>
          <w:rFonts w:ascii="Corbel" w:hAnsi="Corbel" w:cs="Arial"/>
        </w:rPr>
        <w:t>7/2023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66F05A4" w14:textId="77B2DD73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514C5">
        <w:rPr>
          <w:rFonts w:ascii="Corbel" w:hAnsi="Corbel"/>
          <w:i/>
          <w:smallCaps/>
          <w:sz w:val="24"/>
          <w:szCs w:val="24"/>
        </w:rPr>
        <w:t>202</w:t>
      </w:r>
      <w:r w:rsidR="00463722">
        <w:rPr>
          <w:rFonts w:ascii="Corbel" w:hAnsi="Corbel"/>
          <w:i/>
          <w:smallCaps/>
          <w:sz w:val="24"/>
          <w:szCs w:val="24"/>
        </w:rPr>
        <w:t>3</w:t>
      </w:r>
      <w:r w:rsidR="00B514C5">
        <w:rPr>
          <w:rFonts w:ascii="Corbel" w:hAnsi="Corbel"/>
          <w:i/>
          <w:smallCaps/>
          <w:sz w:val="24"/>
          <w:szCs w:val="24"/>
        </w:rPr>
        <w:t>–202</w:t>
      </w:r>
      <w:r w:rsidR="00463722">
        <w:rPr>
          <w:rFonts w:ascii="Corbel" w:hAnsi="Corbel"/>
          <w:i/>
          <w:smallCaps/>
          <w:sz w:val="24"/>
          <w:szCs w:val="24"/>
        </w:rPr>
        <w:t>5</w:t>
      </w:r>
    </w:p>
    <w:p w14:paraId="51D285D4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</w:t>
      </w:r>
      <w:r w:rsidR="00B514C5"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726E3F30" w14:textId="43644483" w:rsidR="00445970" w:rsidRPr="00EA4832" w:rsidRDefault="00B514C5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  <w:t xml:space="preserve">Rok akademicki </w:t>
      </w:r>
      <w:r>
        <w:rPr>
          <w:rFonts w:ascii="Corbel" w:hAnsi="Corbel"/>
          <w:sz w:val="20"/>
          <w:szCs w:val="20"/>
        </w:rPr>
        <w:t>202</w:t>
      </w:r>
      <w:r w:rsidR="00463722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463722">
        <w:rPr>
          <w:rFonts w:ascii="Corbel" w:hAnsi="Corbel"/>
          <w:sz w:val="20"/>
          <w:szCs w:val="20"/>
        </w:rPr>
        <w:t>4</w:t>
      </w:r>
    </w:p>
    <w:p w14:paraId="672A665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61B89" w:rsidRPr="009C54AE" w14:paraId="00067095" w14:textId="77777777" w:rsidTr="0792A343">
        <w:tc>
          <w:tcPr>
            <w:tcW w:w="2694" w:type="dxa"/>
            <w:vAlign w:val="center"/>
          </w:tcPr>
          <w:p w14:paraId="59701564" w14:textId="77777777" w:rsidR="00B61B89" w:rsidRPr="009C54AE" w:rsidRDefault="00B61B89" w:rsidP="00B61B8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812BAF3" w14:textId="77777777" w:rsidR="00B61B89" w:rsidRPr="00B514C5" w:rsidRDefault="00B61B89" w:rsidP="00B61B89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B514C5">
              <w:rPr>
                <w:rFonts w:ascii="Corbel" w:hAnsi="Corbel"/>
                <w:sz w:val="24"/>
                <w:szCs w:val="24"/>
              </w:rPr>
              <w:t>Asystentura rodziny</w:t>
            </w:r>
          </w:p>
        </w:tc>
      </w:tr>
      <w:tr w:rsidR="00B61B89" w:rsidRPr="009C54AE" w14:paraId="2F21D6EC" w14:textId="77777777" w:rsidTr="0792A343">
        <w:tc>
          <w:tcPr>
            <w:tcW w:w="2694" w:type="dxa"/>
            <w:vAlign w:val="center"/>
          </w:tcPr>
          <w:p w14:paraId="4CA29152" w14:textId="77777777" w:rsidR="00B61B89" w:rsidRPr="009C54AE" w:rsidRDefault="00B61B89" w:rsidP="00B61B8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191B878" w14:textId="77777777" w:rsidR="00B61B89" w:rsidRPr="009C54AE" w:rsidRDefault="00B61B89" w:rsidP="00DC39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C1518">
              <w:rPr>
                <w:rFonts w:ascii="Corbel" w:hAnsi="Corbel"/>
                <w:b w:val="0"/>
                <w:sz w:val="24"/>
                <w:szCs w:val="24"/>
              </w:rPr>
              <w:t>P2S[2]</w:t>
            </w:r>
            <w:r w:rsidR="00DC3979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CC1518">
              <w:rPr>
                <w:rFonts w:ascii="Corbel" w:hAnsi="Corbel"/>
                <w:b w:val="0"/>
                <w:sz w:val="24"/>
                <w:szCs w:val="24"/>
              </w:rPr>
              <w:t>_10</w:t>
            </w:r>
          </w:p>
        </w:tc>
      </w:tr>
      <w:tr w:rsidR="00B61B89" w:rsidRPr="009C54AE" w14:paraId="5C0172EC" w14:textId="77777777" w:rsidTr="0792A343">
        <w:tc>
          <w:tcPr>
            <w:tcW w:w="2694" w:type="dxa"/>
            <w:vAlign w:val="center"/>
          </w:tcPr>
          <w:p w14:paraId="249A5C16" w14:textId="77777777" w:rsidR="00B61B89" w:rsidRPr="009C54AE" w:rsidRDefault="00B61B89" w:rsidP="00B61B8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B61B89" w:rsidRPr="009C54AE" w:rsidRDefault="00B61B89" w:rsidP="00B61B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61B89" w:rsidRPr="009C54AE" w14:paraId="0AEA36E1" w14:textId="77777777" w:rsidTr="0792A343">
        <w:tc>
          <w:tcPr>
            <w:tcW w:w="2694" w:type="dxa"/>
            <w:vAlign w:val="center"/>
          </w:tcPr>
          <w:p w14:paraId="0A39E105" w14:textId="77777777" w:rsidR="00B61B89" w:rsidRPr="009C54AE" w:rsidRDefault="00B61B89" w:rsidP="00B61B8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4F259B7" w14:textId="7A5E0BC3" w:rsidR="00B61B89" w:rsidRPr="009C54AE" w:rsidRDefault="009E4992" w:rsidP="009E49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4992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B61B89" w:rsidRPr="009C54AE" w14:paraId="422C9A63" w14:textId="77777777" w:rsidTr="0792A343">
        <w:tc>
          <w:tcPr>
            <w:tcW w:w="2694" w:type="dxa"/>
            <w:vAlign w:val="center"/>
          </w:tcPr>
          <w:p w14:paraId="4B835047" w14:textId="77777777" w:rsidR="00B61B89" w:rsidRPr="009C54AE" w:rsidRDefault="00B61B89" w:rsidP="00B61B8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8B7CA5B" w14:textId="77777777" w:rsidR="00B61B89" w:rsidRPr="009C54AE" w:rsidRDefault="00DC3979" w:rsidP="00B61B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61B89">
              <w:rPr>
                <w:rFonts w:ascii="Corbel" w:hAnsi="Corbel"/>
                <w:b w:val="0"/>
                <w:sz w:val="24"/>
                <w:szCs w:val="24"/>
              </w:rPr>
              <w:t>raca socjalna</w:t>
            </w:r>
          </w:p>
        </w:tc>
      </w:tr>
      <w:tr w:rsidR="00B61B89" w:rsidRPr="009C54AE" w14:paraId="5B35CB1A" w14:textId="77777777" w:rsidTr="0792A343">
        <w:tc>
          <w:tcPr>
            <w:tcW w:w="2694" w:type="dxa"/>
            <w:vAlign w:val="center"/>
          </w:tcPr>
          <w:p w14:paraId="448A1CED" w14:textId="77777777" w:rsidR="00B61B89" w:rsidRPr="009C54AE" w:rsidRDefault="00B61B89" w:rsidP="00B61B8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706EA77" w14:textId="77777777" w:rsidR="00B61B89" w:rsidRPr="009C54AE" w:rsidRDefault="00B61B89" w:rsidP="00B61B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stopnia </w:t>
            </w:r>
          </w:p>
        </w:tc>
      </w:tr>
      <w:tr w:rsidR="00B61B89" w:rsidRPr="009C54AE" w14:paraId="020B26A7" w14:textId="77777777" w:rsidTr="0792A343">
        <w:tc>
          <w:tcPr>
            <w:tcW w:w="2694" w:type="dxa"/>
            <w:vAlign w:val="center"/>
          </w:tcPr>
          <w:p w14:paraId="04C0481C" w14:textId="77777777" w:rsidR="00B61B89" w:rsidRPr="009C54AE" w:rsidRDefault="00B61B89" w:rsidP="00B61B8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FABF29" w14:textId="77777777" w:rsidR="00B61B89" w:rsidRPr="009C54AE" w:rsidRDefault="00D77C40" w:rsidP="00B61B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B61B89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B61B89" w:rsidRPr="009C54AE" w14:paraId="5B469018" w14:textId="77777777" w:rsidTr="0792A343">
        <w:tc>
          <w:tcPr>
            <w:tcW w:w="2694" w:type="dxa"/>
            <w:vAlign w:val="center"/>
          </w:tcPr>
          <w:p w14:paraId="7C3992E0" w14:textId="77777777" w:rsidR="00B61B89" w:rsidRPr="009C54AE" w:rsidRDefault="00B61B89" w:rsidP="00B61B8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4440E62" w14:textId="77777777" w:rsidR="00B61B89" w:rsidRPr="009C54AE" w:rsidRDefault="00D77C40" w:rsidP="00B61B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61B89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B61B89" w:rsidRPr="009C54AE" w14:paraId="6C23812B" w14:textId="77777777" w:rsidTr="0792A343">
        <w:tc>
          <w:tcPr>
            <w:tcW w:w="2694" w:type="dxa"/>
            <w:vAlign w:val="center"/>
          </w:tcPr>
          <w:p w14:paraId="47AAF248" w14:textId="77777777" w:rsidR="00B61B89" w:rsidRPr="009C54AE" w:rsidRDefault="00B61B89" w:rsidP="00B61B8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33B971E" w14:textId="77777777" w:rsidR="00B61B89" w:rsidRPr="009C54AE" w:rsidRDefault="00DC3979" w:rsidP="00B61B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B61B89">
              <w:rPr>
                <w:rFonts w:ascii="Corbel" w:hAnsi="Corbel"/>
                <w:b w:val="0"/>
                <w:sz w:val="24"/>
                <w:szCs w:val="24"/>
              </w:rPr>
              <w:t>ok 1, semestr II</w:t>
            </w:r>
          </w:p>
        </w:tc>
      </w:tr>
      <w:tr w:rsidR="00B61B89" w:rsidRPr="009C54AE" w14:paraId="4D6BEF29" w14:textId="77777777" w:rsidTr="0792A343">
        <w:tc>
          <w:tcPr>
            <w:tcW w:w="2694" w:type="dxa"/>
            <w:vAlign w:val="center"/>
          </w:tcPr>
          <w:p w14:paraId="5863A118" w14:textId="77777777" w:rsidR="00B61B89" w:rsidRPr="009C54AE" w:rsidRDefault="00B61B89" w:rsidP="00B61B8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B6A1671" w14:textId="77777777" w:rsidR="00B61B89" w:rsidRPr="009C54AE" w:rsidRDefault="00DC3979" w:rsidP="00B61B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61B89">
              <w:rPr>
                <w:rFonts w:ascii="Corbel" w:hAnsi="Corbel"/>
                <w:b w:val="0"/>
                <w:sz w:val="24"/>
                <w:szCs w:val="24"/>
              </w:rPr>
              <w:t>odstawowy</w:t>
            </w:r>
          </w:p>
        </w:tc>
      </w:tr>
      <w:tr w:rsidR="00B61B89" w:rsidRPr="009C54AE" w14:paraId="73F51518" w14:textId="77777777" w:rsidTr="0792A343">
        <w:tc>
          <w:tcPr>
            <w:tcW w:w="2694" w:type="dxa"/>
            <w:vAlign w:val="center"/>
          </w:tcPr>
          <w:p w14:paraId="13A990D4" w14:textId="77777777" w:rsidR="00B61B89" w:rsidRPr="009C54AE" w:rsidRDefault="00B61B89" w:rsidP="00B61B8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176AF82" w14:textId="77777777" w:rsidR="00B61B89" w:rsidRPr="009C54AE" w:rsidRDefault="00D77C40" w:rsidP="00B61B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jęz. </w:t>
            </w:r>
            <w:r w:rsidR="00B61B8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61B89" w:rsidRPr="009C54AE" w14:paraId="6C39AE18" w14:textId="77777777" w:rsidTr="0792A343">
        <w:tc>
          <w:tcPr>
            <w:tcW w:w="2694" w:type="dxa"/>
            <w:vAlign w:val="center"/>
          </w:tcPr>
          <w:p w14:paraId="69C2AF6E" w14:textId="77777777" w:rsidR="00B61B89" w:rsidRPr="009C54AE" w:rsidRDefault="00B61B89" w:rsidP="00B61B8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A3C0B20" w14:textId="6C6B540D" w:rsidR="00B61B89" w:rsidRPr="009C54AE" w:rsidRDefault="00E73968" w:rsidP="0792A3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Krzysztof Jamroży </w:t>
            </w:r>
          </w:p>
        </w:tc>
      </w:tr>
      <w:tr w:rsidR="00B61B89" w:rsidRPr="009C54AE" w14:paraId="3CFC82A4" w14:textId="77777777" w:rsidTr="0792A343">
        <w:tc>
          <w:tcPr>
            <w:tcW w:w="2694" w:type="dxa"/>
            <w:vAlign w:val="center"/>
          </w:tcPr>
          <w:p w14:paraId="471FE442" w14:textId="77777777" w:rsidR="00B61B89" w:rsidRPr="009C54AE" w:rsidRDefault="00B61B89" w:rsidP="00B61B8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7739F33" w14:textId="35893D73" w:rsidR="00B61B89" w:rsidRPr="009C54AE" w:rsidRDefault="00E73968" w:rsidP="0792A3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Krzysztof Jamroży </w:t>
            </w:r>
            <w:bookmarkStart w:id="0" w:name="_GoBack"/>
            <w:bookmarkEnd w:id="0"/>
          </w:p>
        </w:tc>
      </w:tr>
    </w:tbl>
    <w:p w14:paraId="57A64E1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A00F406" w14:textId="77777777" w:rsidTr="00D425B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D425BA" w:rsidRPr="009C54AE" w14:paraId="20E51FCF" w14:textId="77777777" w:rsidTr="00D425B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3DA7B" w14:textId="77777777" w:rsidR="00D425BA" w:rsidRPr="009C54AE" w:rsidRDefault="00D425BA" w:rsidP="00D425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9E912" w14:textId="77777777" w:rsidR="00D425BA" w:rsidRPr="009C54AE" w:rsidRDefault="00D425BA" w:rsidP="00D425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67AC6" w14:textId="77777777" w:rsidR="00D425BA" w:rsidRPr="009C54AE" w:rsidRDefault="00D425BA" w:rsidP="00D425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D425BA" w:rsidRPr="009C54AE" w:rsidRDefault="00D425BA" w:rsidP="00D425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D13F9" w14:textId="77777777" w:rsidR="00D425BA" w:rsidRPr="009C54AE" w:rsidRDefault="00D425BA" w:rsidP="00D425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14808" w14:textId="77777777" w:rsidR="00D425BA" w:rsidRPr="009C54AE" w:rsidRDefault="00D425BA" w:rsidP="00D425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A2A7E" w14:textId="77777777" w:rsidR="00D425BA" w:rsidRPr="009C54AE" w:rsidRDefault="00D425BA" w:rsidP="00D425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AFA41" w14:textId="77777777" w:rsidR="00D425BA" w:rsidRPr="009C54AE" w:rsidRDefault="00D425BA" w:rsidP="00D425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8BB85" w14:textId="77777777" w:rsidR="00D425BA" w:rsidRPr="009C54AE" w:rsidRDefault="00D425BA" w:rsidP="00D425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D425BA" w:rsidRPr="009C54AE" w:rsidRDefault="00D425BA" w:rsidP="00D425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DAB6C7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C0FE74C" w14:textId="77777777" w:rsidR="0085747A" w:rsidRPr="009C54AE" w:rsidRDefault="00F410C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C3979">
        <w:rPr>
          <w:rFonts w:ascii="MS Gothic" w:eastAsia="MS Gothic" w:hAnsi="MS Gothic" w:cs="MS Gothic" w:hint="eastAsia"/>
          <w:szCs w:val="24"/>
        </w:rPr>
        <w:t xml:space="preserve"> </w:t>
      </w:r>
      <w:r w:rsidRPr="00DC3979">
        <w:rPr>
          <w:rFonts w:ascii="MS Gothic" w:eastAsia="MS Gothic" w:hAnsi="MS Gothic" w:cs="MS Gothic"/>
          <w:szCs w:val="24"/>
        </w:rPr>
        <w:t>x</w:t>
      </w: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86692D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2EB378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A05A809" w14:textId="77777777" w:rsidR="00D425BA" w:rsidRDefault="00D425BA" w:rsidP="00D425BA">
      <w:pPr>
        <w:pStyle w:val="Punktygwne"/>
        <w:spacing w:before="0" w:after="0"/>
        <w:ind w:firstLine="284"/>
        <w:rPr>
          <w:rFonts w:ascii="Corbel" w:hAnsi="Corbel"/>
          <w:bCs/>
          <w:szCs w:val="24"/>
        </w:rPr>
      </w:pPr>
    </w:p>
    <w:p w14:paraId="55D48E7E" w14:textId="77777777" w:rsidR="009C54AE" w:rsidRPr="00F410CA" w:rsidRDefault="00D425BA" w:rsidP="00D425BA">
      <w:pPr>
        <w:pStyle w:val="Punktygwne"/>
        <w:spacing w:before="0" w:after="0"/>
        <w:ind w:firstLine="284"/>
        <w:rPr>
          <w:rFonts w:ascii="Corbel" w:hAnsi="Corbel"/>
          <w:b w:val="0"/>
          <w:szCs w:val="24"/>
        </w:rPr>
      </w:pPr>
      <w:r w:rsidRPr="00F410CA">
        <w:rPr>
          <w:rFonts w:ascii="Corbel" w:hAnsi="Corbel"/>
          <w:b w:val="0"/>
          <w:szCs w:val="24"/>
        </w:rPr>
        <w:t>zaliczenie z oceną</w:t>
      </w:r>
    </w:p>
    <w:p w14:paraId="5A39BBE3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1C8F396" w14:textId="77777777" w:rsidR="00B514C5" w:rsidRPr="009C54AE" w:rsidRDefault="00B514C5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989926E" w14:textId="77777777" w:rsidTr="00745302">
        <w:tc>
          <w:tcPr>
            <w:tcW w:w="9670" w:type="dxa"/>
          </w:tcPr>
          <w:p w14:paraId="5B14BEDA" w14:textId="77777777" w:rsidR="0085747A" w:rsidRPr="009C54AE" w:rsidRDefault="00D425B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przedmiotów</w:t>
            </w:r>
            <w:r w:rsidR="00F410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F410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„P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raca socjalna i jej nowe kierunki</w:t>
            </w:r>
            <w:r w:rsidR="00F410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F410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„P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sychopatologia ogólna</w:t>
            </w:r>
            <w:r w:rsidR="00F410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</w:t>
            </w:r>
            <w:r w:rsidR="00F410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ybrane zagadnienia prawne w pomocy społecznej</w:t>
            </w:r>
            <w:r w:rsidR="00F410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72A3D3E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C05F44" w:rsidRDefault="00B514C5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D0B940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E27B00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425BA" w:rsidRPr="009C54AE" w14:paraId="637FBAAC" w14:textId="77777777" w:rsidTr="00D425BA">
        <w:tc>
          <w:tcPr>
            <w:tcW w:w="845" w:type="dxa"/>
            <w:vAlign w:val="center"/>
          </w:tcPr>
          <w:p w14:paraId="5372B5A4" w14:textId="77777777" w:rsidR="00D425BA" w:rsidRPr="009C54AE" w:rsidRDefault="00D425BA" w:rsidP="00D425B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15FFF53D" w14:textId="77777777" w:rsidR="00D425BA" w:rsidRPr="009C54AE" w:rsidRDefault="00D425BA" w:rsidP="00DC397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80F48">
              <w:rPr>
                <w:rFonts w:ascii="Corbel" w:hAnsi="Corbel"/>
                <w:b w:val="0"/>
                <w:sz w:val="24"/>
                <w:szCs w:val="24"/>
                <w:lang w:eastAsia="en-US"/>
              </w:rPr>
              <w:t>Pogłębienie umiejętno</w:t>
            </w:r>
            <w:r w:rsidR="00DC3979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ści w obszarze pracy socjalnej </w:t>
            </w:r>
            <w:r w:rsidRPr="00080F48">
              <w:rPr>
                <w:rFonts w:ascii="Corbel" w:hAnsi="Corbel"/>
                <w:b w:val="0"/>
                <w:sz w:val="24"/>
                <w:szCs w:val="24"/>
                <w:lang w:eastAsia="en-US"/>
              </w:rPr>
              <w:t>z rodziną dysfunkcyjną (przeżywającą problemy opiekuńczo – wychowawcze).</w:t>
            </w:r>
          </w:p>
        </w:tc>
      </w:tr>
      <w:tr w:rsidR="00D425BA" w:rsidRPr="009C54AE" w14:paraId="37EBDF02" w14:textId="77777777" w:rsidTr="00D425BA">
        <w:tc>
          <w:tcPr>
            <w:tcW w:w="845" w:type="dxa"/>
            <w:vAlign w:val="center"/>
          </w:tcPr>
          <w:p w14:paraId="550CF7E8" w14:textId="77777777" w:rsidR="00D425BA" w:rsidRPr="009C54AE" w:rsidRDefault="00D425BA" w:rsidP="00D425B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65F21C32" w14:textId="77777777" w:rsidR="00D425BA" w:rsidRPr="009C54AE" w:rsidRDefault="00D425BA" w:rsidP="00D425B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80F48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Wykształcenie zdolności do konstruowania planu </w:t>
            </w:r>
            <w:r w:rsidR="00DC397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pracy korekcyjnej z rodziną i </w:t>
            </w:r>
            <w:r w:rsidRPr="00080F48">
              <w:rPr>
                <w:rFonts w:ascii="Corbel" w:hAnsi="Corbel"/>
                <w:b w:val="0"/>
                <w:sz w:val="24"/>
                <w:szCs w:val="24"/>
                <w:lang w:eastAsia="en-US"/>
              </w:rPr>
              <w:t>dzieckiem.</w:t>
            </w:r>
          </w:p>
        </w:tc>
      </w:tr>
      <w:tr w:rsidR="00D425BA" w:rsidRPr="009C54AE" w14:paraId="6DAE2FB9" w14:textId="77777777" w:rsidTr="00D425BA">
        <w:tc>
          <w:tcPr>
            <w:tcW w:w="845" w:type="dxa"/>
            <w:vAlign w:val="center"/>
          </w:tcPr>
          <w:p w14:paraId="53C0B3C4" w14:textId="77777777" w:rsidR="00D425BA" w:rsidRPr="009C54AE" w:rsidRDefault="00D425BA" w:rsidP="00D425B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14:paraId="671B0B69" w14:textId="77777777" w:rsidR="00D425BA" w:rsidRPr="009C54AE" w:rsidRDefault="00D425BA" w:rsidP="00D425B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Nabycie umiejętności zaprezentowania </w:t>
            </w:r>
            <w:r w:rsidRPr="00080F48">
              <w:rPr>
                <w:rFonts w:ascii="Corbel" w:hAnsi="Corbel"/>
                <w:b w:val="0"/>
                <w:sz w:val="24"/>
                <w:szCs w:val="24"/>
                <w:lang w:eastAsia="en-US"/>
              </w:rPr>
              <w:t>rodzinie wachlarz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u</w:t>
            </w:r>
            <w:r w:rsidRPr="00080F48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ofert wsparcia zewnętrznego.</w:t>
            </w:r>
          </w:p>
        </w:tc>
      </w:tr>
      <w:tr w:rsidR="00D425BA" w:rsidRPr="009C54AE" w14:paraId="40B0AFD8" w14:textId="77777777" w:rsidTr="00D425BA">
        <w:tc>
          <w:tcPr>
            <w:tcW w:w="845" w:type="dxa"/>
            <w:vAlign w:val="center"/>
          </w:tcPr>
          <w:p w14:paraId="7C12F916" w14:textId="77777777" w:rsidR="00D425BA" w:rsidRPr="009C54AE" w:rsidRDefault="00D425BA" w:rsidP="00D425B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51D96794" w14:textId="77777777" w:rsidR="00D425BA" w:rsidRPr="009C54AE" w:rsidRDefault="00D425BA" w:rsidP="00D425B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Zdobycie wiedzy na temat </w:t>
            </w:r>
            <w:r w:rsidRPr="00080F48">
              <w:rPr>
                <w:rFonts w:ascii="Corbel" w:hAnsi="Corbel"/>
                <w:b w:val="0"/>
                <w:sz w:val="24"/>
                <w:szCs w:val="24"/>
                <w:lang w:eastAsia="en-US"/>
              </w:rPr>
              <w:t>dokumentowa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nia</w:t>
            </w:r>
            <w:r w:rsidRPr="00080F48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prac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y</w:t>
            </w:r>
            <w:r w:rsidRPr="00080F48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asystenta rodziny.</w:t>
            </w:r>
          </w:p>
        </w:tc>
      </w:tr>
    </w:tbl>
    <w:p w14:paraId="60061E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F4242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4EAFD9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61F38664" w14:textId="77777777" w:rsidTr="00D425BA">
        <w:tc>
          <w:tcPr>
            <w:tcW w:w="168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425BA" w:rsidRPr="009C54AE" w14:paraId="71E89E97" w14:textId="77777777" w:rsidTr="00D425BA">
        <w:tc>
          <w:tcPr>
            <w:tcW w:w="1681" w:type="dxa"/>
          </w:tcPr>
          <w:p w14:paraId="4FCA5964" w14:textId="77777777" w:rsidR="00D425BA" w:rsidRPr="009C54AE" w:rsidRDefault="00DC3979" w:rsidP="00D42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D425B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5F51893C" w14:textId="77777777" w:rsidR="00D425BA" w:rsidRPr="009C54AE" w:rsidRDefault="00D425BA" w:rsidP="00DC397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C81F53" w:rsidRPr="00C81F53">
              <w:rPr>
                <w:rFonts w:ascii="Corbel" w:hAnsi="Corbel"/>
                <w:b w:val="0"/>
                <w:smallCaps w:val="0"/>
                <w:szCs w:val="24"/>
              </w:rPr>
              <w:t xml:space="preserve">zna i rozumie mechanizmy funkcjonowania człowieka w </w:t>
            </w:r>
            <w:r w:rsidR="00DC3979">
              <w:rPr>
                <w:rFonts w:ascii="Corbel" w:hAnsi="Corbel"/>
                <w:b w:val="0"/>
                <w:smallCaps w:val="0"/>
                <w:szCs w:val="24"/>
              </w:rPr>
              <w:t>rodzinie</w:t>
            </w:r>
            <w:r w:rsidR="00C81F53" w:rsidRPr="00C81F53">
              <w:rPr>
                <w:rFonts w:ascii="Corbel" w:hAnsi="Corbel"/>
                <w:b w:val="0"/>
                <w:smallCaps w:val="0"/>
                <w:szCs w:val="24"/>
              </w:rPr>
              <w:t xml:space="preserve"> oraz fundamentalne dylematy </w:t>
            </w:r>
            <w:r w:rsidR="00DC3979">
              <w:rPr>
                <w:rFonts w:ascii="Corbel" w:hAnsi="Corbel"/>
                <w:b w:val="0"/>
                <w:smallCaps w:val="0"/>
                <w:szCs w:val="24"/>
              </w:rPr>
              <w:t>związane z przekształceniami instytucji rodziny.</w:t>
            </w:r>
          </w:p>
        </w:tc>
        <w:tc>
          <w:tcPr>
            <w:tcW w:w="1865" w:type="dxa"/>
          </w:tcPr>
          <w:p w14:paraId="38CA2EE1" w14:textId="77777777" w:rsidR="00D425BA" w:rsidRPr="009C54AE" w:rsidRDefault="00D425BA" w:rsidP="00D42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D425BA" w:rsidRPr="009C54AE" w14:paraId="401EB055" w14:textId="77777777" w:rsidTr="00D425BA">
        <w:tc>
          <w:tcPr>
            <w:tcW w:w="1681" w:type="dxa"/>
          </w:tcPr>
          <w:p w14:paraId="56A76B19" w14:textId="77777777" w:rsidR="00D425BA" w:rsidRPr="009C54AE" w:rsidRDefault="00D425BA" w:rsidP="00D42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831EB53" w14:textId="77777777" w:rsidR="00D425BA" w:rsidRPr="009C54AE" w:rsidRDefault="00D425BA" w:rsidP="00DC397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ma wiedzę </w:t>
            </w:r>
            <w:r w:rsidR="00DC3979">
              <w:rPr>
                <w:rFonts w:ascii="Corbel" w:hAnsi="Corbel"/>
                <w:b w:val="0"/>
                <w:smallCaps w:val="0"/>
                <w:szCs w:val="24"/>
              </w:rPr>
              <w:t>związaną z zasadami tworzenia i 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podejmowania działań skierowanych na rozwiązywanie problemów </w:t>
            </w:r>
            <w:r w:rsidR="00DC3979">
              <w:rPr>
                <w:rFonts w:ascii="Corbel" w:hAnsi="Corbel"/>
                <w:b w:val="0"/>
                <w:smallCaps w:val="0"/>
                <w:szCs w:val="24"/>
              </w:rPr>
              <w:t>rodzinnych z zastosowaniem programów i 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projektów społecznych.</w:t>
            </w:r>
          </w:p>
        </w:tc>
        <w:tc>
          <w:tcPr>
            <w:tcW w:w="1865" w:type="dxa"/>
          </w:tcPr>
          <w:p w14:paraId="233DCD82" w14:textId="77777777" w:rsidR="00D425BA" w:rsidRPr="009C54AE" w:rsidRDefault="00D425BA" w:rsidP="00D42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K_W17</w:t>
            </w:r>
          </w:p>
        </w:tc>
      </w:tr>
      <w:tr w:rsidR="00D425BA" w:rsidRPr="009C54AE" w14:paraId="1FE7EF9C" w14:textId="77777777" w:rsidTr="00D425BA">
        <w:tc>
          <w:tcPr>
            <w:tcW w:w="1681" w:type="dxa"/>
          </w:tcPr>
          <w:p w14:paraId="41960800" w14:textId="77777777" w:rsidR="00D425BA" w:rsidRPr="009C54AE" w:rsidRDefault="00D425BA" w:rsidP="00D42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34BA6A8B" w14:textId="77777777" w:rsidR="00D425BA" w:rsidRPr="009C54AE" w:rsidRDefault="00D425BA" w:rsidP="00C81F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 analizować i innowacyjnie rozwiązywać problemy społeczne pojawiające się w pracy asystenta rodziny odpowiednio uzasadniając swoje stanowisko oraz przeciwdziałać aktualnym problemom społecznym proponując w tym zakresie właściwe rozstrzygnięcia.</w:t>
            </w:r>
          </w:p>
        </w:tc>
        <w:tc>
          <w:tcPr>
            <w:tcW w:w="1865" w:type="dxa"/>
          </w:tcPr>
          <w:p w14:paraId="1F557C71" w14:textId="77777777" w:rsidR="00D425BA" w:rsidRPr="009C54AE" w:rsidRDefault="00D425BA" w:rsidP="00D42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D425BA" w:rsidRPr="009C54AE" w14:paraId="1587CC92" w14:textId="77777777" w:rsidTr="00D425BA">
        <w:tc>
          <w:tcPr>
            <w:tcW w:w="1681" w:type="dxa"/>
          </w:tcPr>
          <w:p w14:paraId="61ADB445" w14:textId="77777777" w:rsidR="00D425BA" w:rsidRPr="009C54AE" w:rsidRDefault="00D425BA" w:rsidP="00D42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1340DFCC" w14:textId="77777777" w:rsidR="00D425BA" w:rsidRPr="009C54AE" w:rsidRDefault="00D425BA" w:rsidP="00DC397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posiada zdolność do inicjowania i rozwijania kontaktów z otoczeniem społecznym oraz współpracy na rzecz rozwiązywania problemów </w:t>
            </w:r>
            <w:r w:rsidR="00DC3979">
              <w:rPr>
                <w:rFonts w:ascii="Corbel" w:hAnsi="Corbel"/>
                <w:b w:val="0"/>
                <w:smallCaps w:val="0"/>
                <w:szCs w:val="24"/>
              </w:rPr>
              <w:t>występujących w rodzinie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5B2AA153" w14:textId="77777777" w:rsidR="00D425BA" w:rsidRPr="009C54AE" w:rsidRDefault="00D425BA" w:rsidP="00D42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D425BA" w:rsidRPr="009C54AE" w14:paraId="721C4693" w14:textId="77777777" w:rsidTr="00D425BA">
        <w:tc>
          <w:tcPr>
            <w:tcW w:w="1681" w:type="dxa"/>
          </w:tcPr>
          <w:p w14:paraId="0C20417D" w14:textId="77777777" w:rsidR="00D425BA" w:rsidRPr="009C54AE" w:rsidRDefault="00D425BA" w:rsidP="00D42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4E1411E5" w14:textId="77777777" w:rsidR="00D425BA" w:rsidRPr="009C54AE" w:rsidRDefault="00D425BA" w:rsidP="00C81F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ma zdolność do posługiwania się podejściami teoretycznymi w analizowaniu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ludzkich spotykanych w pracy asystenta rodziny w celu diagnozowania, prognozowania oraz formułowania programów działań socja</w:t>
            </w:r>
            <w:r w:rsidR="00DC3979">
              <w:rPr>
                <w:rFonts w:ascii="Corbel" w:hAnsi="Corbel"/>
                <w:b w:val="0"/>
                <w:smallCaps w:val="0"/>
                <w:szCs w:val="24"/>
              </w:rPr>
              <w:t>lnych w oparciu o konsultacje z 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interesariuszami zewnętrznymi.</w:t>
            </w:r>
          </w:p>
        </w:tc>
        <w:tc>
          <w:tcPr>
            <w:tcW w:w="1865" w:type="dxa"/>
          </w:tcPr>
          <w:p w14:paraId="44B69969" w14:textId="77777777" w:rsidR="00D425BA" w:rsidRPr="009C54AE" w:rsidRDefault="00D425BA" w:rsidP="00D42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</w:tbl>
    <w:p w14:paraId="4B94D5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E1D11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DEEC669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C81F53">
        <w:tc>
          <w:tcPr>
            <w:tcW w:w="9520" w:type="dxa"/>
          </w:tcPr>
          <w:p w14:paraId="35113026" w14:textId="77777777" w:rsidR="0085747A" w:rsidRPr="00C81F5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81F53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5747A" w:rsidRPr="009C54AE" w14:paraId="5AA2FE90" w14:textId="77777777" w:rsidTr="00C81F53">
        <w:tc>
          <w:tcPr>
            <w:tcW w:w="9520" w:type="dxa"/>
          </w:tcPr>
          <w:p w14:paraId="37524492" w14:textId="77777777" w:rsidR="0085747A" w:rsidRPr="009C54AE" w:rsidRDefault="00444B8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3656B9A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5FB0818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225495" w14:textId="77777777" w:rsidTr="00C81F53">
        <w:tc>
          <w:tcPr>
            <w:tcW w:w="9520" w:type="dxa"/>
          </w:tcPr>
          <w:p w14:paraId="5D69D229" w14:textId="77777777" w:rsidR="0085747A" w:rsidRPr="00C81F53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81F53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C81F53" w:rsidRPr="009C54AE" w14:paraId="4AEF0459" w14:textId="77777777" w:rsidTr="00C81F53">
        <w:tc>
          <w:tcPr>
            <w:tcW w:w="9520" w:type="dxa"/>
          </w:tcPr>
          <w:p w14:paraId="3C88A788" w14:textId="77777777" w:rsidR="00C81F53" w:rsidRPr="009C54AE" w:rsidRDefault="00C81F53" w:rsidP="00C81F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1C60">
              <w:rPr>
                <w:rFonts w:ascii="Corbel" w:hAnsi="Corbel"/>
                <w:sz w:val="24"/>
                <w:szCs w:val="24"/>
              </w:rPr>
              <w:t>Funkcje, zadania i uprawnienia asystenta rodziny wynikające z jego roli w systemie pomocy rodzinie.</w:t>
            </w:r>
          </w:p>
        </w:tc>
      </w:tr>
      <w:tr w:rsidR="00C81F53" w:rsidRPr="009C54AE" w14:paraId="362995A7" w14:textId="77777777" w:rsidTr="00C81F53">
        <w:tc>
          <w:tcPr>
            <w:tcW w:w="9520" w:type="dxa"/>
          </w:tcPr>
          <w:p w14:paraId="01F742A1" w14:textId="77777777" w:rsidR="00C81F53" w:rsidRPr="009C54AE" w:rsidRDefault="00C81F53" w:rsidP="00C81F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1C60">
              <w:rPr>
                <w:rFonts w:ascii="Corbel" w:hAnsi="Corbel"/>
                <w:sz w:val="24"/>
                <w:szCs w:val="24"/>
              </w:rPr>
              <w:t>Formy pracy z rodziną przeżywającą problemy opiekuńczo – wychowawcze.</w:t>
            </w:r>
          </w:p>
        </w:tc>
      </w:tr>
      <w:tr w:rsidR="00C81F53" w:rsidRPr="009C54AE" w14:paraId="40B32D58" w14:textId="77777777" w:rsidTr="00C81F53">
        <w:tc>
          <w:tcPr>
            <w:tcW w:w="9520" w:type="dxa"/>
          </w:tcPr>
          <w:p w14:paraId="56CBBACF" w14:textId="77777777" w:rsidR="00C81F53" w:rsidRPr="009C54AE" w:rsidRDefault="00C81F53" w:rsidP="00C81F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1C60">
              <w:rPr>
                <w:rFonts w:ascii="Corbel" w:hAnsi="Corbel"/>
                <w:sz w:val="24"/>
                <w:szCs w:val="24"/>
              </w:rPr>
              <w:t>Budowanie relacji pomagania.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C81F53" w:rsidRPr="009C54AE" w14:paraId="24878ED9" w14:textId="77777777" w:rsidTr="00C81F53">
        <w:tc>
          <w:tcPr>
            <w:tcW w:w="9520" w:type="dxa"/>
          </w:tcPr>
          <w:p w14:paraId="1C7C090A" w14:textId="77777777" w:rsidR="00C81F53" w:rsidRPr="004A1C60" w:rsidRDefault="00C81F53" w:rsidP="00C81F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1C60">
              <w:rPr>
                <w:rFonts w:ascii="Corbel" w:hAnsi="Corbel"/>
                <w:sz w:val="24"/>
                <w:szCs w:val="24"/>
              </w:rPr>
              <w:t xml:space="preserve">Metody praktycznego zastosowania idei </w:t>
            </w:r>
            <w:proofErr w:type="spellStart"/>
            <w:r w:rsidRPr="004A1C60">
              <w:rPr>
                <w:rFonts w:ascii="Corbel" w:hAnsi="Corbel"/>
                <w:sz w:val="24"/>
                <w:szCs w:val="24"/>
              </w:rPr>
              <w:t>empowerment</w:t>
            </w:r>
            <w:proofErr w:type="spellEnd"/>
            <w:r w:rsidRPr="004A1C60">
              <w:rPr>
                <w:rFonts w:ascii="Corbel" w:hAnsi="Corbel"/>
                <w:sz w:val="24"/>
                <w:szCs w:val="24"/>
              </w:rPr>
              <w:t xml:space="preserve"> w pracy asystenta rodziny.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C81F53" w:rsidRPr="009C54AE" w14:paraId="2D9FF54D" w14:textId="77777777" w:rsidTr="00C81F53">
        <w:tc>
          <w:tcPr>
            <w:tcW w:w="9520" w:type="dxa"/>
          </w:tcPr>
          <w:p w14:paraId="5AF2A05F" w14:textId="77777777" w:rsidR="00C81F53" w:rsidRPr="004A1C60" w:rsidRDefault="00C81F53" w:rsidP="00C81F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1C60">
              <w:rPr>
                <w:rFonts w:ascii="Corbel" w:hAnsi="Corbel"/>
                <w:sz w:val="24"/>
                <w:szCs w:val="24"/>
              </w:rPr>
              <w:t>Podejmowanie działań interwencyjnych i zaradczych w sytuacjach zagrożenia bezpieczeństwa dzieci i dorosłych członków rodziny.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C81F53" w:rsidRPr="009C54AE" w14:paraId="5FCEF8D2" w14:textId="77777777" w:rsidTr="00C81F53">
        <w:tc>
          <w:tcPr>
            <w:tcW w:w="9520" w:type="dxa"/>
          </w:tcPr>
          <w:p w14:paraId="304237BB" w14:textId="77777777" w:rsidR="00C81F53" w:rsidRPr="004A1C60" w:rsidRDefault="00C81F53" w:rsidP="00C81F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1C60">
              <w:rPr>
                <w:rFonts w:ascii="Corbel" w:hAnsi="Corbel"/>
                <w:sz w:val="24"/>
                <w:szCs w:val="24"/>
              </w:rPr>
              <w:t>Opracowanie i realizacja planu pra</w:t>
            </w:r>
            <w:r>
              <w:rPr>
                <w:rFonts w:ascii="Corbel" w:hAnsi="Corbel"/>
                <w:sz w:val="24"/>
                <w:szCs w:val="24"/>
              </w:rPr>
              <w:t>cy korekcyjnej z rodziną.</w:t>
            </w:r>
          </w:p>
        </w:tc>
      </w:tr>
      <w:tr w:rsidR="00C81F53" w:rsidRPr="009C54AE" w14:paraId="4EEA75C7" w14:textId="77777777" w:rsidTr="00C81F53">
        <w:tc>
          <w:tcPr>
            <w:tcW w:w="9520" w:type="dxa"/>
          </w:tcPr>
          <w:p w14:paraId="365C7070" w14:textId="77777777" w:rsidR="00C81F53" w:rsidRPr="004A1C60" w:rsidRDefault="00C81F53" w:rsidP="00C81F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1C60">
              <w:rPr>
                <w:rFonts w:ascii="Corbel" w:hAnsi="Corbel"/>
                <w:sz w:val="24"/>
                <w:szCs w:val="24"/>
              </w:rPr>
              <w:t>Wybrane dokumenty stosowane przez asyst</w:t>
            </w:r>
            <w:r>
              <w:rPr>
                <w:rFonts w:ascii="Corbel" w:hAnsi="Corbel"/>
                <w:sz w:val="24"/>
                <w:szCs w:val="24"/>
              </w:rPr>
              <w:t>enta rodziny w pracy z rodziną.</w:t>
            </w:r>
          </w:p>
        </w:tc>
      </w:tr>
      <w:tr w:rsidR="00C81F53" w:rsidRPr="009C54AE" w14:paraId="396CCB15" w14:textId="77777777" w:rsidTr="00C81F53">
        <w:tc>
          <w:tcPr>
            <w:tcW w:w="9520" w:type="dxa"/>
          </w:tcPr>
          <w:p w14:paraId="745AF9A9" w14:textId="77777777" w:rsidR="00C81F53" w:rsidRPr="004A1C60" w:rsidRDefault="00C81F53" w:rsidP="00C81F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1C60">
              <w:rPr>
                <w:rFonts w:ascii="Corbel" w:hAnsi="Corbel"/>
                <w:sz w:val="24"/>
                <w:szCs w:val="24"/>
              </w:rPr>
              <w:t>Współpraca z podmiotami pracującymi na rzecz rodziny i dziecka – interdyscyplinarność.</w:t>
            </w:r>
          </w:p>
        </w:tc>
      </w:tr>
    </w:tbl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31282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336EE7" w14:textId="77777777" w:rsidR="00E960BB" w:rsidRPr="00DC3979" w:rsidRDefault="00C81F53" w:rsidP="00C81F53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bCs/>
          <w:i/>
          <w:smallCaps w:val="0"/>
          <w:szCs w:val="24"/>
        </w:rPr>
      </w:pPr>
      <w:r w:rsidRPr="00DC3979">
        <w:rPr>
          <w:rFonts w:ascii="Corbel" w:hAnsi="Corbel"/>
          <w:b w:val="0"/>
          <w:bCs/>
          <w:i/>
          <w:smallCaps w:val="0"/>
          <w:szCs w:val="24"/>
        </w:rPr>
        <w:t>Analiza tekstów z dyskusją, praca w grupach (rozwiązywanie zadań)</w:t>
      </w:r>
      <w:r w:rsidR="00E74AAA" w:rsidRPr="00DC3979">
        <w:rPr>
          <w:rFonts w:ascii="Corbel" w:hAnsi="Corbel"/>
          <w:b w:val="0"/>
          <w:bCs/>
          <w:i/>
          <w:smallCaps w:val="0"/>
          <w:szCs w:val="24"/>
        </w:rPr>
        <w:t>.</w:t>
      </w:r>
    </w:p>
    <w:p w14:paraId="62486C0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101652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B9905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CD72C34" w14:textId="77777777" w:rsidTr="00E74AAA">
        <w:tc>
          <w:tcPr>
            <w:tcW w:w="1962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74AAA" w:rsidRPr="009C54AE" w14:paraId="44D3EF01" w14:textId="77777777" w:rsidTr="00E74AAA">
        <w:tc>
          <w:tcPr>
            <w:tcW w:w="1962" w:type="dxa"/>
          </w:tcPr>
          <w:p w14:paraId="17368564" w14:textId="77777777" w:rsidR="00E74AAA" w:rsidRPr="009C54AE" w:rsidRDefault="00E74AAA" w:rsidP="00E74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6D785A14" w14:textId="77777777" w:rsidR="00E74AAA" w:rsidRPr="009C54AE" w:rsidRDefault="00E74AAA" w:rsidP="00E74AAA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0F810EEE" w14:textId="77777777" w:rsidR="00E74AAA" w:rsidRPr="009C54AE" w:rsidRDefault="00E74AAA" w:rsidP="00DC397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="00DC3979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E74AAA" w:rsidRPr="009C54AE" w14:paraId="6F1BD8D1" w14:textId="77777777" w:rsidTr="00E74AAA">
        <w:tc>
          <w:tcPr>
            <w:tcW w:w="1962" w:type="dxa"/>
          </w:tcPr>
          <w:p w14:paraId="727CF0E4" w14:textId="77777777" w:rsidR="00E74AAA" w:rsidRPr="009C54AE" w:rsidRDefault="00E74AAA" w:rsidP="00E74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D006203" w14:textId="77777777" w:rsidR="00E74AAA" w:rsidRPr="009C54AE" w:rsidRDefault="00E74AAA" w:rsidP="00E74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F6011">
              <w:rPr>
                <w:rFonts w:ascii="Corbel" w:hAnsi="Corbel"/>
                <w:b w:val="0"/>
                <w:szCs w:val="24"/>
              </w:rPr>
              <w:t xml:space="preserve">kolokwium, </w:t>
            </w: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4422AC8" w14:textId="77777777" w:rsidR="00E74AAA" w:rsidRPr="009C54AE" w:rsidRDefault="00E74AAA" w:rsidP="00DC397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74AAA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="00DC3979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E74AAA" w:rsidRPr="009C54AE" w14:paraId="2483815C" w14:textId="77777777" w:rsidTr="00E74AAA">
        <w:tc>
          <w:tcPr>
            <w:tcW w:w="1962" w:type="dxa"/>
          </w:tcPr>
          <w:p w14:paraId="1D652CBC" w14:textId="77777777" w:rsidR="00E74AAA" w:rsidRPr="009C54AE" w:rsidRDefault="00E74AAA" w:rsidP="00E74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E1ACAA6" w14:textId="77777777" w:rsidR="00E74AAA" w:rsidRPr="009C54AE" w:rsidRDefault="00E74AAA" w:rsidP="00E74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A29A376" w14:textId="77777777" w:rsidR="00E74AAA" w:rsidRPr="009C54AE" w:rsidRDefault="00E74AAA" w:rsidP="00DC397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74AAA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="00DC3979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E74AAA" w:rsidRPr="009C54AE" w14:paraId="706005E5" w14:textId="77777777" w:rsidTr="00E74AAA">
        <w:tc>
          <w:tcPr>
            <w:tcW w:w="1962" w:type="dxa"/>
          </w:tcPr>
          <w:p w14:paraId="7790048C" w14:textId="77777777" w:rsidR="00E74AAA" w:rsidRPr="009C54AE" w:rsidRDefault="00E74AAA" w:rsidP="00E74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4510FEB3" w14:textId="77777777" w:rsidR="00E74AAA" w:rsidRPr="009C54AE" w:rsidRDefault="00E74AAA" w:rsidP="00E74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4AAA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A35874E" w14:textId="77777777" w:rsidR="00E74AAA" w:rsidRPr="009C54AE" w:rsidRDefault="00E74AAA" w:rsidP="00DC397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74AAA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="00DC3979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E74AAA" w:rsidRPr="009C54AE" w14:paraId="32351890" w14:textId="77777777" w:rsidTr="00E74AAA">
        <w:tc>
          <w:tcPr>
            <w:tcW w:w="1962" w:type="dxa"/>
          </w:tcPr>
          <w:p w14:paraId="6F8CEE42" w14:textId="77777777" w:rsidR="00E74AAA" w:rsidRPr="009C54AE" w:rsidRDefault="00E74AAA" w:rsidP="00E74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F2B7B62" w14:textId="77777777" w:rsidR="00E74AAA" w:rsidRPr="009C54AE" w:rsidRDefault="00E74AAA" w:rsidP="00E74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1770F88D" w14:textId="77777777" w:rsidR="00E74AAA" w:rsidRPr="009C54AE" w:rsidRDefault="00E74AAA" w:rsidP="00DC397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74AAA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="00DC3979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1299C43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DDBEF0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9C1E538" w14:textId="77777777" w:rsidTr="00923D7D">
        <w:tc>
          <w:tcPr>
            <w:tcW w:w="9670" w:type="dxa"/>
          </w:tcPr>
          <w:p w14:paraId="757C1A8C" w14:textId="77777777" w:rsidR="00F410CA" w:rsidRPr="00F410CA" w:rsidRDefault="00F410CA" w:rsidP="00F410CA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10CA">
              <w:rPr>
                <w:rFonts w:ascii="Corbel" w:hAnsi="Corbel"/>
                <w:b w:val="0"/>
                <w:smallCaps w:val="0"/>
                <w:szCs w:val="24"/>
              </w:rPr>
              <w:t>Zaliczenie na podstawie aktywności na zajęciach i  oceny z kolokwium pisemnego składającego się z trzech pytań otwartych o charakterze problemowym.</w:t>
            </w:r>
          </w:p>
          <w:p w14:paraId="5D2581C7" w14:textId="77777777" w:rsidR="0085747A" w:rsidRPr="009C54AE" w:rsidRDefault="00F410CA" w:rsidP="00F410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10CA">
              <w:rPr>
                <w:rFonts w:ascii="Corbel" w:hAnsi="Corbel"/>
                <w:b w:val="0"/>
                <w:smallCaps w:val="0"/>
                <w:szCs w:val="24"/>
              </w:rPr>
              <w:t>Ocena końcowa z kolokwium pisemnego:  0-4 pkt. - 2.0; 5 pkt. -  3.0; 6 pkt.- 3.5; 7 pkt. -   4.0;  8 pkt. - 4.5; 9 pkt.  5.0.</w:t>
            </w:r>
          </w:p>
        </w:tc>
      </w:tr>
    </w:tbl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3D9DE79" w14:textId="77777777" w:rsidTr="005244C6">
        <w:tc>
          <w:tcPr>
            <w:tcW w:w="490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5244C6" w:rsidRPr="009C54AE" w14:paraId="110FDCF0" w14:textId="77777777" w:rsidTr="005244C6">
        <w:tc>
          <w:tcPr>
            <w:tcW w:w="4902" w:type="dxa"/>
          </w:tcPr>
          <w:p w14:paraId="1943409D" w14:textId="78A5380B" w:rsidR="005244C6" w:rsidRPr="009C54AE" w:rsidRDefault="005244C6" w:rsidP="005244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23D4B9D" w14:textId="77777777" w:rsidR="005244C6" w:rsidRPr="009C54AE" w:rsidRDefault="005244C6" w:rsidP="005244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5244C6" w:rsidRPr="009C54AE" w14:paraId="409F0BAA" w14:textId="77777777" w:rsidTr="005244C6">
        <w:tc>
          <w:tcPr>
            <w:tcW w:w="4902" w:type="dxa"/>
          </w:tcPr>
          <w:p w14:paraId="2750A6CD" w14:textId="77777777" w:rsidR="005244C6" w:rsidRPr="009C54AE" w:rsidRDefault="005244C6" w:rsidP="005244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5244C6" w:rsidRPr="009C54AE" w:rsidRDefault="005244C6" w:rsidP="005244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5D369756" w14:textId="77777777" w:rsidR="005244C6" w:rsidRPr="009C54AE" w:rsidRDefault="005244C6" w:rsidP="005244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5244C6" w:rsidRPr="009C54AE" w14:paraId="3E4974C5" w14:textId="77777777" w:rsidTr="005244C6">
        <w:tc>
          <w:tcPr>
            <w:tcW w:w="4902" w:type="dxa"/>
          </w:tcPr>
          <w:p w14:paraId="2DF1B5BC" w14:textId="77777777" w:rsidR="005244C6" w:rsidRPr="009C54AE" w:rsidRDefault="005244C6" w:rsidP="005244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759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68861898" w14:textId="77777777" w:rsidR="005244C6" w:rsidRPr="009C54AE" w:rsidRDefault="005244C6" w:rsidP="005244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5244C6" w:rsidRPr="009C54AE" w14:paraId="2B55E3E1" w14:textId="77777777" w:rsidTr="005244C6">
        <w:tc>
          <w:tcPr>
            <w:tcW w:w="4902" w:type="dxa"/>
          </w:tcPr>
          <w:p w14:paraId="3D4B2727" w14:textId="77777777" w:rsidR="005244C6" w:rsidRPr="009C54AE" w:rsidRDefault="005244C6" w:rsidP="005244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8A771A2" w14:textId="77777777" w:rsidR="005244C6" w:rsidRPr="009C54AE" w:rsidRDefault="005244C6" w:rsidP="005244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5244C6" w:rsidRPr="009C54AE" w14:paraId="42922784" w14:textId="77777777" w:rsidTr="005244C6">
        <w:tc>
          <w:tcPr>
            <w:tcW w:w="4902" w:type="dxa"/>
          </w:tcPr>
          <w:p w14:paraId="5FD1C35E" w14:textId="77777777" w:rsidR="005244C6" w:rsidRPr="009C54AE" w:rsidRDefault="005244C6" w:rsidP="005244C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0B778152" w14:textId="77777777" w:rsidR="005244C6" w:rsidRPr="00754FCD" w:rsidRDefault="005244C6" w:rsidP="005244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754FCD">
              <w:rPr>
                <w:rFonts w:ascii="Corbel" w:hAnsi="Corbel"/>
                <w:bCs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FB7827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B514C5" w:rsidRPr="009C54AE" w14:paraId="0E8E8FC4" w14:textId="77777777" w:rsidTr="0071620A">
        <w:trPr>
          <w:trHeight w:val="397"/>
        </w:trPr>
        <w:tc>
          <w:tcPr>
            <w:tcW w:w="3544" w:type="dxa"/>
          </w:tcPr>
          <w:p w14:paraId="146D6691" w14:textId="77777777" w:rsidR="00B514C5" w:rsidRPr="009C54AE" w:rsidRDefault="00B514C5" w:rsidP="00B514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E1D1D4D" w14:textId="77777777" w:rsidR="00B514C5" w:rsidRPr="00DB1E57" w:rsidRDefault="00DB1E57" w:rsidP="00DB1E57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DB1E57">
              <w:rPr>
                <w:rFonts w:ascii="Corbel" w:hAnsi="Corbel"/>
                <w:b w:val="0"/>
                <w:color w:val="000000"/>
                <w:szCs w:val="24"/>
              </w:rPr>
              <w:t>Nie dotyczy</w:t>
            </w:r>
          </w:p>
        </w:tc>
      </w:tr>
      <w:tr w:rsidR="00B514C5" w:rsidRPr="009C54AE" w14:paraId="605F859D" w14:textId="77777777" w:rsidTr="0071620A">
        <w:trPr>
          <w:trHeight w:val="397"/>
        </w:trPr>
        <w:tc>
          <w:tcPr>
            <w:tcW w:w="3544" w:type="dxa"/>
          </w:tcPr>
          <w:p w14:paraId="05EFD703" w14:textId="77777777" w:rsidR="00B514C5" w:rsidRPr="009C54AE" w:rsidRDefault="00B514C5" w:rsidP="00B514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B433D32" w14:textId="77777777" w:rsidR="00B514C5" w:rsidRPr="00DB1E57" w:rsidRDefault="00DB1E57" w:rsidP="006755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1E57"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14:paraId="0562CB0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4CE0A41" w14:textId="77777777" w:rsidR="002B0017" w:rsidRPr="009C54AE" w:rsidRDefault="002B0017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B0017" w:rsidRPr="00057A87" w14:paraId="77FCC263" w14:textId="77777777" w:rsidTr="000F5988">
        <w:trPr>
          <w:trHeight w:val="397"/>
        </w:trPr>
        <w:tc>
          <w:tcPr>
            <w:tcW w:w="7513" w:type="dxa"/>
          </w:tcPr>
          <w:p w14:paraId="729C9695" w14:textId="77777777" w:rsidR="000A1926" w:rsidRPr="000A1926" w:rsidRDefault="000A1926" w:rsidP="000A1926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057A87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4D128CAA" w14:textId="77777777" w:rsidR="000A1926" w:rsidRPr="00057A87" w:rsidRDefault="000A1926" w:rsidP="000A1926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Dunajska A., Dunajska D., Klein B. (2011).</w:t>
            </w:r>
            <w:r w:rsidRPr="00057A87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0A1926">
              <w:rPr>
                <w:rFonts w:ascii="Corbel" w:hAnsi="Corbel"/>
                <w:i/>
                <w:color w:val="000000"/>
                <w:sz w:val="24"/>
                <w:szCs w:val="24"/>
              </w:rPr>
              <w:t>Asystentura w pomocy społecznej</w:t>
            </w:r>
            <w:r>
              <w:rPr>
                <w:rFonts w:ascii="Corbel" w:hAnsi="Corbel"/>
                <w:smallCaps/>
                <w:color w:val="000000"/>
                <w:sz w:val="24"/>
                <w:szCs w:val="24"/>
              </w:rPr>
              <w:t>.</w:t>
            </w:r>
            <w:r w:rsidRPr="00057A87">
              <w:rPr>
                <w:rFonts w:ascii="Corbel" w:hAnsi="Corbel"/>
                <w:color w:val="000000"/>
                <w:sz w:val="24"/>
                <w:szCs w:val="24"/>
              </w:rPr>
              <w:t xml:space="preserve"> Warszawa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Verlag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Dashofer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14:paraId="70CB03B3" w14:textId="77777777" w:rsidR="000A1926" w:rsidRPr="00057A87" w:rsidRDefault="000A1926" w:rsidP="000A1926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Krasiejko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I. (2012). </w:t>
            </w:r>
            <w:r w:rsidRPr="00DB1E57">
              <w:rPr>
                <w:rFonts w:ascii="Corbel" w:hAnsi="Corbel"/>
                <w:i/>
                <w:color w:val="000000"/>
                <w:sz w:val="24"/>
                <w:szCs w:val="24"/>
              </w:rPr>
              <w:t>Metodyka działania asystenta rodziny. Różne modele pracy socjalnej i terapeutycznej z rodziną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. Katowice: </w:t>
            </w:r>
            <w:r w:rsidRPr="00057A87">
              <w:rPr>
                <w:rFonts w:ascii="Corbel" w:hAnsi="Corbel"/>
                <w:color w:val="000000"/>
                <w:sz w:val="24"/>
                <w:szCs w:val="24"/>
              </w:rPr>
              <w:t>Śląsk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14:paraId="7AE7CE2C" w14:textId="77777777" w:rsidR="000A1926" w:rsidRPr="00057A87" w:rsidRDefault="000A1926" w:rsidP="000A1926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057A87">
              <w:rPr>
                <w:rFonts w:ascii="Corbel" w:hAnsi="Corbel"/>
                <w:color w:val="000000"/>
                <w:sz w:val="24"/>
                <w:szCs w:val="24"/>
              </w:rPr>
              <w:t>Krasiejko</w:t>
            </w:r>
            <w:proofErr w:type="spellEnd"/>
            <w:r w:rsidRPr="00057A87">
              <w:rPr>
                <w:rFonts w:ascii="Corbel" w:hAnsi="Corbel"/>
                <w:smallCaps/>
                <w:color w:val="000000"/>
                <w:sz w:val="24"/>
                <w:szCs w:val="24"/>
              </w:rPr>
              <w:t xml:space="preserve"> I.</w:t>
            </w:r>
            <w:r>
              <w:rPr>
                <w:rFonts w:ascii="Corbel" w:hAnsi="Corbel"/>
                <w:smallCaps/>
                <w:color w:val="000000"/>
                <w:sz w:val="24"/>
                <w:szCs w:val="24"/>
              </w:rPr>
              <w:t xml:space="preserve"> (2013).</w:t>
            </w:r>
            <w:r w:rsidRPr="00057A87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DB1E57">
              <w:rPr>
                <w:rFonts w:ascii="Corbel" w:hAnsi="Corbel"/>
                <w:i/>
                <w:color w:val="000000"/>
                <w:sz w:val="24"/>
                <w:szCs w:val="24"/>
              </w:rPr>
              <w:t>Zawód asystenta rodziny w procesie profesjonalizacji. Wstęp do teorii i praktyki nowej profesji społecznej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057A87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Toruń. Wydawnictwo </w:t>
            </w:r>
            <w:r w:rsidRPr="00057A87">
              <w:rPr>
                <w:rFonts w:ascii="Corbel" w:hAnsi="Corbel"/>
                <w:color w:val="000000"/>
                <w:sz w:val="24"/>
                <w:szCs w:val="24"/>
              </w:rPr>
              <w:t>Edukacyjne Akapit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057A87">
              <w:rPr>
                <w:rFonts w:ascii="Corbel" w:hAnsi="Corbel"/>
                <w:smallCaps/>
                <w:color w:val="000000"/>
                <w:sz w:val="24"/>
                <w:szCs w:val="24"/>
              </w:rPr>
              <w:t xml:space="preserve"> </w:t>
            </w:r>
          </w:p>
          <w:p w14:paraId="475AFB5C" w14:textId="77777777" w:rsidR="000A1926" w:rsidRPr="00057A87" w:rsidRDefault="000A1926" w:rsidP="000A1926">
            <w:pPr>
              <w:spacing w:after="0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proofErr w:type="spellStart"/>
            <w:r w:rsidRPr="00057A87">
              <w:rPr>
                <w:rFonts w:ascii="Corbel" w:hAnsi="Corbel"/>
                <w:color w:val="000000"/>
                <w:sz w:val="24"/>
                <w:szCs w:val="24"/>
              </w:rPr>
              <w:t>Krasiejko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057A87">
              <w:rPr>
                <w:rFonts w:ascii="Corbel" w:hAnsi="Corbel"/>
                <w:smallCaps/>
                <w:color w:val="000000"/>
                <w:sz w:val="24"/>
                <w:szCs w:val="24"/>
              </w:rPr>
              <w:t>I.</w:t>
            </w:r>
            <w:r>
              <w:rPr>
                <w:rFonts w:ascii="Corbel" w:hAnsi="Corbel"/>
                <w:smallCaps/>
                <w:color w:val="000000"/>
                <w:sz w:val="24"/>
                <w:szCs w:val="24"/>
              </w:rPr>
              <w:t xml:space="preserve"> (2020).</w:t>
            </w:r>
            <w:r w:rsidRPr="00057A87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DB1E57">
              <w:rPr>
                <w:rFonts w:ascii="Corbel" w:hAnsi="Corbel"/>
                <w:i/>
                <w:color w:val="000000"/>
                <w:sz w:val="24"/>
                <w:szCs w:val="24"/>
              </w:rPr>
              <w:t>Asystentura rodziny. Rekomendacje metodyczne i organizacyjne. Poradnik na czas pandemii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057A87">
              <w:rPr>
                <w:rFonts w:ascii="Corbel" w:hAnsi="Corbel"/>
                <w:color w:val="000000"/>
                <w:sz w:val="24"/>
                <w:szCs w:val="24"/>
              </w:rPr>
              <w:t xml:space="preserve"> Częstochowa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: Ogólnopolskie Stowarzyszenie Asystentów Rodziny. </w:t>
            </w:r>
            <w:r w:rsidRPr="00057A87">
              <w:rPr>
                <w:rFonts w:ascii="Corbel" w:hAnsi="Corbel"/>
                <w:color w:val="000000"/>
                <w:sz w:val="24"/>
                <w:szCs w:val="24"/>
              </w:rPr>
              <w:t xml:space="preserve">https://www.osar.com.pl/wp-content/uploads/2020/03/poradnik-pandemia-osar.pdf </w:t>
            </w:r>
          </w:p>
          <w:p w14:paraId="57B114C9" w14:textId="77777777" w:rsidR="000A1926" w:rsidRPr="00057A87" w:rsidRDefault="000A1926" w:rsidP="000A1926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057A87">
              <w:rPr>
                <w:rFonts w:ascii="Corbel" w:hAnsi="Corbel"/>
                <w:color w:val="000000"/>
                <w:sz w:val="24"/>
                <w:szCs w:val="24"/>
              </w:rPr>
              <w:t>Szpunar</w:t>
            </w:r>
            <w:proofErr w:type="spellEnd"/>
            <w:r w:rsidRPr="00057A87">
              <w:rPr>
                <w:rFonts w:ascii="Corbel" w:hAnsi="Corbel"/>
                <w:smallCaps/>
                <w:color w:val="000000"/>
                <w:sz w:val="24"/>
                <w:szCs w:val="24"/>
              </w:rPr>
              <w:t xml:space="preserve"> M.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(red.) (2010).</w:t>
            </w:r>
            <w:r w:rsidRPr="00057A87">
              <w:rPr>
                <w:rFonts w:ascii="Corbel" w:hAnsi="Corbel"/>
                <w:color w:val="000000"/>
                <w:sz w:val="24"/>
                <w:szCs w:val="24"/>
              </w:rPr>
              <w:t xml:space="preserve"> Asystentura rodziny nowatorska me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toda pomocy społecznej w Polsce.</w:t>
            </w:r>
            <w:r w:rsidRPr="00057A87">
              <w:rPr>
                <w:rFonts w:ascii="Corbel" w:hAnsi="Corbel"/>
                <w:color w:val="000000"/>
                <w:sz w:val="24"/>
                <w:szCs w:val="24"/>
              </w:rPr>
              <w:t xml:space="preserve"> Gdynia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: Wydawnictwo MOPS w Gdyni.</w:t>
            </w:r>
          </w:p>
          <w:p w14:paraId="16468476" w14:textId="77777777" w:rsidR="000A1926" w:rsidRPr="00057A87" w:rsidRDefault="000A1926" w:rsidP="000A1926">
            <w:pPr>
              <w:spacing w:after="0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00057A87">
              <w:rPr>
                <w:rFonts w:ascii="Corbel" w:hAnsi="Corbel"/>
                <w:color w:val="000000"/>
                <w:sz w:val="24"/>
                <w:szCs w:val="24"/>
              </w:rPr>
              <w:t>Ustaw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a z  dnia 9  czerwca 2011 r. O </w:t>
            </w:r>
            <w:r w:rsidRPr="00057A87">
              <w:rPr>
                <w:rFonts w:ascii="Corbel" w:hAnsi="Corbel"/>
                <w:color w:val="000000"/>
                <w:sz w:val="24"/>
                <w:szCs w:val="24"/>
              </w:rPr>
              <w:t>wspieraniu rodziny i  systemie pieczy zastępczej (Dz. U. Z 2016 r., poz. 575 z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e</w:t>
            </w:r>
            <w:r w:rsidRPr="00057A87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z</w:t>
            </w:r>
            <w:r w:rsidRPr="00057A87">
              <w:rPr>
                <w:rFonts w:ascii="Corbel" w:hAnsi="Corbel"/>
                <w:color w:val="000000"/>
                <w:sz w:val="24"/>
                <w:szCs w:val="24"/>
              </w:rPr>
              <w:t>m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057A87">
              <w:rPr>
                <w:rFonts w:ascii="Corbel" w:hAnsi="Corbel"/>
                <w:color w:val="000000"/>
                <w:sz w:val="24"/>
                <w:szCs w:val="24"/>
              </w:rPr>
              <w:t xml:space="preserve">).  </w:t>
            </w:r>
          </w:p>
          <w:p w14:paraId="197859D6" w14:textId="77777777" w:rsidR="000A1926" w:rsidRPr="00057A87" w:rsidRDefault="000A1926" w:rsidP="000A1926">
            <w:pPr>
              <w:spacing w:after="0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00057A87">
              <w:rPr>
                <w:rFonts w:ascii="Corbel" w:hAnsi="Corbel"/>
                <w:color w:val="000000"/>
                <w:sz w:val="24"/>
                <w:szCs w:val="24"/>
              </w:rPr>
              <w:t xml:space="preserve">Ustawa z dnia 12 marca 2004 r. O pomocy społecznej (Dz. U. Z 2015 r., poz. 163 ze zm.). </w:t>
            </w:r>
          </w:p>
          <w:p w14:paraId="73E4F280" w14:textId="77777777" w:rsidR="000A1926" w:rsidRPr="00057A87" w:rsidRDefault="000A1926" w:rsidP="000A1926">
            <w:pPr>
              <w:spacing w:after="0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00057A87">
              <w:rPr>
                <w:rFonts w:ascii="Corbel" w:hAnsi="Corbel"/>
                <w:color w:val="000000"/>
                <w:sz w:val="24"/>
                <w:szCs w:val="24"/>
              </w:rPr>
              <w:t>Ustawa z dnia 29 lipca 2005 r. O przeciwdziałaniu przemocy w rodzinie (Dz. U. Nr 180, poz. 1493, ze zm.).</w:t>
            </w:r>
          </w:p>
          <w:p w14:paraId="41BB133B" w14:textId="77777777" w:rsidR="002B0017" w:rsidRPr="00057A87" w:rsidRDefault="000A1926" w:rsidP="000A1926">
            <w:pPr>
              <w:spacing w:after="0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00057A87">
              <w:rPr>
                <w:rFonts w:ascii="Corbel" w:hAnsi="Corbel"/>
                <w:color w:val="000000"/>
                <w:sz w:val="24"/>
                <w:szCs w:val="24"/>
              </w:rPr>
              <w:t xml:space="preserve">Żukiewicz </w:t>
            </w:r>
            <w:r w:rsidRPr="00057A87">
              <w:rPr>
                <w:rFonts w:ascii="Corbel" w:hAnsi="Corbel"/>
                <w:smallCaps/>
                <w:color w:val="000000"/>
                <w:sz w:val="24"/>
                <w:szCs w:val="24"/>
              </w:rPr>
              <w:t>A. (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red.) (2011). </w:t>
            </w:r>
            <w:r w:rsidRPr="000A1926">
              <w:rPr>
                <w:rFonts w:ascii="Corbel" w:hAnsi="Corbel"/>
                <w:i/>
                <w:color w:val="000000"/>
                <w:sz w:val="24"/>
                <w:szCs w:val="24"/>
              </w:rPr>
              <w:t>Asystent rodzinny. Nowy zawód i nowa usługa w systemie wspierania rodzin. Od opieki do wsparcia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057A87">
              <w:rPr>
                <w:rFonts w:ascii="Corbel" w:hAnsi="Corbel"/>
                <w:color w:val="000000"/>
                <w:sz w:val="24"/>
                <w:szCs w:val="24"/>
              </w:rPr>
              <w:t xml:space="preserve"> Kraków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: Oficyna Wydawnicza Impuls.</w:t>
            </w:r>
          </w:p>
        </w:tc>
      </w:tr>
      <w:tr w:rsidR="002B0017" w:rsidRPr="00057A87" w14:paraId="268582C8" w14:textId="77777777" w:rsidTr="000F5988">
        <w:trPr>
          <w:trHeight w:val="397"/>
        </w:trPr>
        <w:tc>
          <w:tcPr>
            <w:tcW w:w="7513" w:type="dxa"/>
          </w:tcPr>
          <w:p w14:paraId="238FE2AB" w14:textId="77777777" w:rsidR="002B0017" w:rsidRPr="00057A87" w:rsidRDefault="002B0017" w:rsidP="000A1926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057A87">
              <w:rPr>
                <w:rFonts w:ascii="Corbel" w:hAnsi="Corbel"/>
                <w:sz w:val="24"/>
                <w:szCs w:val="24"/>
              </w:rPr>
              <w:t>Literatura uzupełniająca</w:t>
            </w:r>
          </w:p>
          <w:p w14:paraId="06FCF119" w14:textId="77777777" w:rsidR="000A1926" w:rsidRDefault="000A1926" w:rsidP="000A1926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0A1926">
              <w:rPr>
                <w:rFonts w:ascii="Corbel" w:hAnsi="Corbel"/>
                <w:color w:val="000000"/>
                <w:sz w:val="24"/>
                <w:szCs w:val="24"/>
                <w:lang w:val="de-AT"/>
              </w:rPr>
              <w:t>De Jong P., Berg I. K. (2007).</w:t>
            </w:r>
            <w:r w:rsidR="002B0017" w:rsidRPr="000A1926">
              <w:rPr>
                <w:rFonts w:ascii="Corbel" w:hAnsi="Corbel"/>
                <w:color w:val="000000"/>
                <w:sz w:val="24"/>
                <w:szCs w:val="24"/>
                <w:lang w:val="de-AT"/>
              </w:rPr>
              <w:t xml:space="preserve"> </w:t>
            </w:r>
            <w:r w:rsidR="002B0017" w:rsidRPr="000A1926">
              <w:rPr>
                <w:rFonts w:ascii="Corbel" w:hAnsi="Corbel"/>
                <w:i/>
                <w:color w:val="000000"/>
                <w:sz w:val="24"/>
                <w:szCs w:val="24"/>
              </w:rPr>
              <w:t>Rozmowy o rozwiązaniach. Ćwiczenia dla studentów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 Kraków:</w:t>
            </w:r>
            <w:r w:rsidR="002B0017" w:rsidRPr="00057A87">
              <w:rPr>
                <w:rFonts w:ascii="Corbel" w:hAnsi="Corbel"/>
                <w:color w:val="000000"/>
                <w:sz w:val="24"/>
                <w:szCs w:val="24"/>
              </w:rPr>
              <w:t xml:space="preserve"> Księgarnia Akademicka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14:paraId="6EFEC12E" w14:textId="77777777" w:rsidR="002B0017" w:rsidRPr="00057A87" w:rsidRDefault="000A1926" w:rsidP="000A1926">
            <w:pPr>
              <w:spacing w:after="0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Górak A. (2010).</w:t>
            </w:r>
            <w:r w:rsidR="002B0017" w:rsidRPr="00057A87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2B0017" w:rsidRPr="000A1926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Nowatorskie instrumenty w pracy z klientem pomocy społecznej – asystent rodziny, trener pracy, klub integracji społecznej, </w:t>
            </w:r>
            <w:r w:rsidR="002B0017" w:rsidRPr="000A1926">
              <w:rPr>
                <w:rFonts w:ascii="Corbel" w:hAnsi="Corbel"/>
                <w:i/>
                <w:color w:val="000000"/>
                <w:sz w:val="24"/>
                <w:szCs w:val="24"/>
              </w:rPr>
              <w:lastRenderedPageBreak/>
              <w:t>asystent osoby niepełnosprawnej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="002B0017" w:rsidRPr="00057A87">
              <w:rPr>
                <w:rFonts w:ascii="Corbel" w:hAnsi="Corbel"/>
                <w:color w:val="000000"/>
                <w:sz w:val="24"/>
                <w:szCs w:val="24"/>
              </w:rPr>
              <w:t xml:space="preserve"> Wrocław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: Centrum Press &amp; Media.</w:t>
            </w:r>
          </w:p>
          <w:p w14:paraId="1A64BF80" w14:textId="77777777" w:rsidR="002B0017" w:rsidRPr="00057A87" w:rsidRDefault="000A1926" w:rsidP="000A1926">
            <w:pPr>
              <w:spacing w:after="0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Krasiejko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I. (2013). </w:t>
            </w:r>
            <w:r w:rsidR="002B0017" w:rsidRPr="000A1926">
              <w:rPr>
                <w:rFonts w:ascii="Corbel" w:hAnsi="Corbel"/>
                <w:i/>
                <w:color w:val="000000"/>
                <w:sz w:val="24"/>
                <w:szCs w:val="24"/>
              </w:rPr>
              <w:t>Praca socjalna w praktyce asystenta rodziny. Przykład podejścia skoncentrowanego na rozwiązaniach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="002B0017" w:rsidRPr="00057A87">
              <w:rPr>
                <w:rFonts w:ascii="Corbel" w:hAnsi="Corbel"/>
                <w:color w:val="000000"/>
                <w:sz w:val="24"/>
                <w:szCs w:val="24"/>
              </w:rPr>
              <w:t xml:space="preserve"> Katowice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: Śląsk.</w:t>
            </w:r>
          </w:p>
          <w:p w14:paraId="2B585113" w14:textId="77777777" w:rsidR="002B0017" w:rsidRPr="00057A87" w:rsidRDefault="000A1926" w:rsidP="000A1926">
            <w:pPr>
              <w:spacing w:after="0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Rosengren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D. B. (2013).</w:t>
            </w:r>
            <w:r w:rsidR="002B0017" w:rsidRPr="00057A87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2B0017" w:rsidRPr="000A1926">
              <w:rPr>
                <w:rFonts w:ascii="Corbel" w:hAnsi="Corbel"/>
                <w:i/>
                <w:color w:val="000000"/>
                <w:sz w:val="24"/>
                <w:szCs w:val="24"/>
              </w:rPr>
              <w:t>Rozwijanie umiejętności w Dialogu Motywującym. Podręcznik praktyka z ćwiczeniami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="002B0017" w:rsidRPr="00057A87">
              <w:rPr>
                <w:rFonts w:ascii="Corbel" w:hAnsi="Corbel"/>
                <w:color w:val="000000"/>
                <w:sz w:val="24"/>
                <w:szCs w:val="24"/>
              </w:rPr>
              <w:t xml:space="preserve"> Kraków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: Wydawnictwo UJ.</w:t>
            </w:r>
          </w:p>
          <w:p w14:paraId="01171EDC" w14:textId="77777777" w:rsidR="002B0017" w:rsidRPr="00057A87" w:rsidRDefault="000A1926" w:rsidP="000A1926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Sędzicki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M. (2010).</w:t>
            </w:r>
            <w:r w:rsidR="002B0017" w:rsidRPr="00057A87">
              <w:rPr>
                <w:rFonts w:ascii="Corbel" w:hAnsi="Corbel"/>
                <w:color w:val="000000"/>
                <w:sz w:val="24"/>
                <w:szCs w:val="24"/>
              </w:rPr>
              <w:t xml:space="preserve"> Rodzina i dzie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cko w obszarze pracy socjalnej. </w:t>
            </w:r>
            <w:r w:rsidR="002B0017" w:rsidRPr="00057A87">
              <w:rPr>
                <w:rFonts w:ascii="Corbel" w:hAnsi="Corbel"/>
                <w:color w:val="000000"/>
                <w:sz w:val="24"/>
                <w:szCs w:val="24"/>
              </w:rPr>
              <w:t>Warszawa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: Akademia Pedagogiki Specjalnej.</w:t>
            </w:r>
          </w:p>
        </w:tc>
      </w:tr>
    </w:tbl>
    <w:p w14:paraId="62EBF3C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D98A12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946DB8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4A0128" w14:textId="77777777" w:rsidR="004B228B" w:rsidRDefault="004B228B" w:rsidP="00C16ABF">
      <w:pPr>
        <w:spacing w:after="0" w:line="240" w:lineRule="auto"/>
      </w:pPr>
      <w:r>
        <w:separator/>
      </w:r>
    </w:p>
  </w:endnote>
  <w:endnote w:type="continuationSeparator" w:id="0">
    <w:p w14:paraId="6EEF6E47" w14:textId="77777777" w:rsidR="004B228B" w:rsidRDefault="004B228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147AE8" w14:textId="77777777" w:rsidR="004B228B" w:rsidRDefault="004B228B" w:rsidP="00C16ABF">
      <w:pPr>
        <w:spacing w:after="0" w:line="240" w:lineRule="auto"/>
      </w:pPr>
      <w:r>
        <w:separator/>
      </w:r>
    </w:p>
  </w:footnote>
  <w:footnote w:type="continuationSeparator" w:id="0">
    <w:p w14:paraId="4505DADA" w14:textId="77777777" w:rsidR="004B228B" w:rsidRDefault="004B228B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78430C"/>
    <w:multiLevelType w:val="hybridMultilevel"/>
    <w:tmpl w:val="1E9A4B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72B11"/>
    <w:multiLevelType w:val="hybridMultilevel"/>
    <w:tmpl w:val="169C9B8E"/>
    <w:lvl w:ilvl="0" w:tplc="427CDC1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7B70171"/>
    <w:multiLevelType w:val="hybridMultilevel"/>
    <w:tmpl w:val="9F146F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MwtTSzNDeytDQwNTRV0lEKTi0uzszPAykwrAUAEM3jNCwAAAA="/>
  </w:docVars>
  <w:rsids>
    <w:rsidRoot w:val="00BD66E9"/>
    <w:rsid w:val="000048FD"/>
    <w:rsid w:val="000077B4"/>
    <w:rsid w:val="00013EEC"/>
    <w:rsid w:val="00015B8F"/>
    <w:rsid w:val="00022ECE"/>
    <w:rsid w:val="00042A51"/>
    <w:rsid w:val="00042D2E"/>
    <w:rsid w:val="00044C82"/>
    <w:rsid w:val="0006597C"/>
    <w:rsid w:val="00070ED6"/>
    <w:rsid w:val="00071CE4"/>
    <w:rsid w:val="000742DC"/>
    <w:rsid w:val="00084C12"/>
    <w:rsid w:val="0009462C"/>
    <w:rsid w:val="00094B12"/>
    <w:rsid w:val="00096C46"/>
    <w:rsid w:val="000A192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5A1C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0017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15886"/>
    <w:rsid w:val="0042244A"/>
    <w:rsid w:val="0042745A"/>
    <w:rsid w:val="00431D5C"/>
    <w:rsid w:val="004362C6"/>
    <w:rsid w:val="00437FA2"/>
    <w:rsid w:val="00444B87"/>
    <w:rsid w:val="00445970"/>
    <w:rsid w:val="00461E7F"/>
    <w:rsid w:val="00461EFC"/>
    <w:rsid w:val="00463722"/>
    <w:rsid w:val="004652C2"/>
    <w:rsid w:val="004706D1"/>
    <w:rsid w:val="00471326"/>
    <w:rsid w:val="0047598D"/>
    <w:rsid w:val="004840FD"/>
    <w:rsid w:val="00490F7D"/>
    <w:rsid w:val="00491678"/>
    <w:rsid w:val="004964E2"/>
    <w:rsid w:val="004968E2"/>
    <w:rsid w:val="004A3EEA"/>
    <w:rsid w:val="004A4D1F"/>
    <w:rsid w:val="004B228B"/>
    <w:rsid w:val="004B22CC"/>
    <w:rsid w:val="004D5282"/>
    <w:rsid w:val="004F1551"/>
    <w:rsid w:val="004F55A3"/>
    <w:rsid w:val="0050496F"/>
    <w:rsid w:val="00513B6F"/>
    <w:rsid w:val="00517C63"/>
    <w:rsid w:val="005244C6"/>
    <w:rsid w:val="005363C4"/>
    <w:rsid w:val="00536BDE"/>
    <w:rsid w:val="00543ACC"/>
    <w:rsid w:val="0056696D"/>
    <w:rsid w:val="00584E8E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5A2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4FCD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02EC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2A9E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E4992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5990"/>
    <w:rsid w:val="00A759CE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14C5"/>
    <w:rsid w:val="00B607DB"/>
    <w:rsid w:val="00B61B89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463"/>
    <w:rsid w:val="00BF2C41"/>
    <w:rsid w:val="00C058B4"/>
    <w:rsid w:val="00C05F44"/>
    <w:rsid w:val="00C131B5"/>
    <w:rsid w:val="00C14AE6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1F53"/>
    <w:rsid w:val="00C94B98"/>
    <w:rsid w:val="00CA2B96"/>
    <w:rsid w:val="00CA5089"/>
    <w:rsid w:val="00CA56E5"/>
    <w:rsid w:val="00CC7C91"/>
    <w:rsid w:val="00CD6897"/>
    <w:rsid w:val="00CE5BAC"/>
    <w:rsid w:val="00CF25BE"/>
    <w:rsid w:val="00CF78ED"/>
    <w:rsid w:val="00D02B25"/>
    <w:rsid w:val="00D02EBA"/>
    <w:rsid w:val="00D11E91"/>
    <w:rsid w:val="00D17C3C"/>
    <w:rsid w:val="00D26B2C"/>
    <w:rsid w:val="00D352C9"/>
    <w:rsid w:val="00D425B2"/>
    <w:rsid w:val="00D425BA"/>
    <w:rsid w:val="00D428D6"/>
    <w:rsid w:val="00D552B2"/>
    <w:rsid w:val="00D608D1"/>
    <w:rsid w:val="00D74119"/>
    <w:rsid w:val="00D77C40"/>
    <w:rsid w:val="00D8075B"/>
    <w:rsid w:val="00D8678B"/>
    <w:rsid w:val="00DA2114"/>
    <w:rsid w:val="00DB1E57"/>
    <w:rsid w:val="00DC3979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3968"/>
    <w:rsid w:val="00E742AA"/>
    <w:rsid w:val="00E74A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5586"/>
    <w:rsid w:val="00F070AB"/>
    <w:rsid w:val="00F17567"/>
    <w:rsid w:val="00F21C45"/>
    <w:rsid w:val="00F27A7B"/>
    <w:rsid w:val="00F410CA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792A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3F1D5"/>
  <w15:docId w15:val="{477C5FA4-4246-4E25-A05C-279A8F009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E8E3A1-E0A2-4E3B-83F0-5BBF347927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330116-D861-4346-A628-C1C48EE9FF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46C42AB-3F65-415A-9079-6495AD8BF1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652B9B9-8E2D-4F0F-9EB9-BF4DFED23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5</Pages>
  <Words>1098</Words>
  <Characters>6594</Characters>
  <Application>Microsoft Office Word</Application>
  <DocSecurity>0</DocSecurity>
  <Lines>54</Lines>
  <Paragraphs>15</Paragraphs>
  <ScaleCrop>false</ScaleCrop>
  <Company>Hewlett-Packard Company</Company>
  <LinksUpToDate>false</LinksUpToDate>
  <CharactersWithSpaces>7677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M. Pokrzywa</cp:lastModifiedBy>
  <cp:revision>15</cp:revision>
  <cp:lastPrinted>2019-02-06T12:12:00Z</cp:lastPrinted>
  <dcterms:created xsi:type="dcterms:W3CDTF">2021-09-13T07:29:00Z</dcterms:created>
  <dcterms:modified xsi:type="dcterms:W3CDTF">2023-09-14T15:11:00Z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